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page" w:tblpX="10109" w:tblpY="-219"/>
        <w:tblW w:w="5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8"/>
      </w:tblGrid>
      <w:tr w:rsidR="00923F58" w:rsidRPr="00E063B7" w14:paraId="44540724" w14:textId="77777777" w:rsidTr="00923F58">
        <w:trPr>
          <w:cantSplit/>
          <w:trHeight w:val="2160"/>
        </w:trPr>
        <w:tc>
          <w:tcPr>
            <w:tcW w:w="5238" w:type="dxa"/>
            <w:shd w:val="clear" w:color="auto" w:fill="auto"/>
          </w:tcPr>
          <w:p w14:paraId="07E86734" w14:textId="77777777" w:rsidR="00923F58" w:rsidRPr="00923F58" w:rsidRDefault="00923F58" w:rsidP="00923F58"/>
          <w:p w14:paraId="79CBD7FB" w14:textId="77777777" w:rsidR="00923F58" w:rsidRPr="00923F58" w:rsidRDefault="00923F58" w:rsidP="00923F58">
            <w:pPr>
              <w:rPr>
                <w:b/>
              </w:rPr>
            </w:pPr>
            <w:r w:rsidRPr="00923F58">
              <w:rPr>
                <w:b/>
              </w:rPr>
              <w:t>ART</w:t>
            </w:r>
          </w:p>
          <w:p w14:paraId="1C29AAD4" w14:textId="77777777" w:rsidR="00923F58" w:rsidRPr="00923F58" w:rsidRDefault="00923F58" w:rsidP="00923F58">
            <w:pPr>
              <w:pStyle w:val="ListParagraph"/>
              <w:numPr>
                <w:ilvl w:val="0"/>
                <w:numId w:val="1"/>
              </w:numPr>
              <w:rPr>
                <w:rFonts w:ascii="Arial" w:hAnsi="Arial" w:cs="Arial"/>
              </w:rPr>
            </w:pPr>
            <w:r w:rsidRPr="00923F58">
              <w:rPr>
                <w:rFonts w:ascii="Arial" w:hAnsi="Arial" w:cs="Arial"/>
              </w:rPr>
              <w:t xml:space="preserve">Make a paper </w:t>
            </w:r>
            <w:proofErr w:type="spellStart"/>
            <w:r w:rsidRPr="00923F58">
              <w:rPr>
                <w:rFonts w:ascii="Arial" w:hAnsi="Arial" w:cs="Arial"/>
              </w:rPr>
              <w:t>mache</w:t>
            </w:r>
            <w:proofErr w:type="spellEnd"/>
            <w:r w:rsidRPr="00923F58">
              <w:rPr>
                <w:rFonts w:ascii="Arial" w:hAnsi="Arial" w:cs="Arial"/>
              </w:rPr>
              <w:t xml:space="preserve"> 3-D model of their character</w:t>
            </w:r>
          </w:p>
          <w:p w14:paraId="058B3733" w14:textId="77777777" w:rsidR="00923F58" w:rsidRPr="00923F58" w:rsidRDefault="00923F58" w:rsidP="00923F58">
            <w:pPr>
              <w:pStyle w:val="ListParagraph"/>
              <w:numPr>
                <w:ilvl w:val="0"/>
                <w:numId w:val="1"/>
              </w:numPr>
              <w:rPr>
                <w:rFonts w:ascii="Arial" w:hAnsi="Arial" w:cs="Arial"/>
              </w:rPr>
            </w:pPr>
            <w:r w:rsidRPr="00923F58">
              <w:rPr>
                <w:rFonts w:ascii="Arial" w:hAnsi="Arial" w:cs="Arial"/>
              </w:rPr>
              <w:t xml:space="preserve">Make their character expressing different feelings  </w:t>
            </w:r>
          </w:p>
          <w:p w14:paraId="48D14B23" w14:textId="77777777" w:rsidR="00923F58" w:rsidRPr="00923F58" w:rsidRDefault="00923F58" w:rsidP="00923F58">
            <w:pPr>
              <w:pStyle w:val="ListParagraph"/>
              <w:numPr>
                <w:ilvl w:val="0"/>
                <w:numId w:val="1"/>
              </w:numPr>
              <w:rPr>
                <w:rFonts w:ascii="Arial" w:hAnsi="Arial" w:cs="Arial"/>
              </w:rPr>
            </w:pPr>
            <w:r w:rsidRPr="00923F58">
              <w:rPr>
                <w:rFonts w:ascii="Arial" w:hAnsi="Arial" w:cs="Arial"/>
              </w:rPr>
              <w:t>Make a snow globe</w:t>
            </w:r>
          </w:p>
          <w:p w14:paraId="203C4C9E" w14:textId="77777777" w:rsidR="00923F58" w:rsidRPr="00923F58" w:rsidRDefault="00923F58" w:rsidP="00923F58">
            <w:pPr>
              <w:pStyle w:val="ListParagraph"/>
              <w:rPr>
                <w:rFonts w:ascii="Arial" w:hAnsi="Arial" w:cs="Arial"/>
              </w:rPr>
            </w:pPr>
          </w:p>
        </w:tc>
      </w:tr>
      <w:tr w:rsidR="00923F58" w:rsidRPr="00E063B7" w14:paraId="57D0C79A" w14:textId="77777777" w:rsidTr="00923F58">
        <w:trPr>
          <w:cantSplit/>
          <w:trHeight w:val="2160"/>
        </w:trPr>
        <w:tc>
          <w:tcPr>
            <w:tcW w:w="5238" w:type="dxa"/>
            <w:shd w:val="clear" w:color="auto" w:fill="auto"/>
          </w:tcPr>
          <w:p w14:paraId="66A2BD54" w14:textId="77777777" w:rsidR="00923F58" w:rsidRPr="00923F58" w:rsidRDefault="00923F58" w:rsidP="00923F58"/>
          <w:p w14:paraId="0C4623C6" w14:textId="77777777" w:rsidR="00923F58" w:rsidRPr="00923F58" w:rsidRDefault="00923F58" w:rsidP="00923F58">
            <w:pPr>
              <w:rPr>
                <w:b/>
              </w:rPr>
            </w:pPr>
            <w:r w:rsidRPr="00923F58">
              <w:rPr>
                <w:b/>
              </w:rPr>
              <w:t>GAMES</w:t>
            </w:r>
          </w:p>
          <w:p w14:paraId="79D717C0" w14:textId="77777777" w:rsidR="00923F58" w:rsidRPr="00923F58" w:rsidRDefault="00923F58" w:rsidP="00923F58">
            <w:pPr>
              <w:pStyle w:val="ListParagraph"/>
              <w:numPr>
                <w:ilvl w:val="0"/>
                <w:numId w:val="2"/>
              </w:numPr>
              <w:rPr>
                <w:rFonts w:ascii="Arial" w:hAnsi="Arial" w:cs="Arial"/>
              </w:rPr>
            </w:pPr>
            <w:r w:rsidRPr="00923F58">
              <w:rPr>
                <w:rFonts w:ascii="Arial" w:hAnsi="Arial" w:cs="Arial"/>
              </w:rPr>
              <w:t>Play the “best game ever” (like telephone, but with writing and drawing)</w:t>
            </w:r>
          </w:p>
          <w:p w14:paraId="4BB72320" w14:textId="77777777" w:rsidR="00923F58" w:rsidRPr="00923F58" w:rsidRDefault="00923F58" w:rsidP="00923F58">
            <w:pPr>
              <w:pStyle w:val="ListParagraph"/>
              <w:numPr>
                <w:ilvl w:val="0"/>
                <w:numId w:val="2"/>
              </w:numPr>
              <w:rPr>
                <w:rFonts w:ascii="Arial" w:hAnsi="Arial" w:cs="Arial"/>
              </w:rPr>
            </w:pPr>
            <w:r w:rsidRPr="00923F58">
              <w:rPr>
                <w:rFonts w:ascii="Arial" w:hAnsi="Arial" w:cs="Arial"/>
              </w:rPr>
              <w:t>Get a partner and take turns drawing a cartoon, trading off after each frame</w:t>
            </w:r>
          </w:p>
          <w:p w14:paraId="4BCB5E90" w14:textId="77777777" w:rsidR="00923F58" w:rsidRPr="00923F58" w:rsidRDefault="00923F58" w:rsidP="00923F58">
            <w:pPr>
              <w:pStyle w:val="ListParagraph"/>
              <w:numPr>
                <w:ilvl w:val="0"/>
                <w:numId w:val="2"/>
              </w:numPr>
              <w:rPr>
                <w:rFonts w:ascii="Arial" w:hAnsi="Arial" w:cs="Arial"/>
              </w:rPr>
            </w:pPr>
            <w:r w:rsidRPr="00923F58">
              <w:rPr>
                <w:rFonts w:ascii="Arial" w:hAnsi="Arial" w:cs="Arial"/>
              </w:rPr>
              <w:t xml:space="preserve">Make a board game of a make-believe world that Calvin might imagine or your character comes from.  What obstacles are there?  What skill or luck does the game require?  What questions do you get asked? </w:t>
            </w:r>
          </w:p>
          <w:p w14:paraId="53F78F48" w14:textId="77777777" w:rsidR="00923F58" w:rsidRPr="00923F58" w:rsidRDefault="00923F58" w:rsidP="00923F58">
            <w:pPr>
              <w:pStyle w:val="ListParagraph"/>
              <w:numPr>
                <w:ilvl w:val="0"/>
                <w:numId w:val="2"/>
              </w:numPr>
              <w:rPr>
                <w:rFonts w:ascii="Arial" w:hAnsi="Arial" w:cs="Arial"/>
              </w:rPr>
            </w:pPr>
            <w:r w:rsidRPr="00923F58">
              <w:rPr>
                <w:rFonts w:ascii="Arial" w:hAnsi="Arial" w:cs="Arial"/>
              </w:rPr>
              <w:t>Try to play ‘</w:t>
            </w:r>
            <w:proofErr w:type="spellStart"/>
            <w:r w:rsidRPr="00923F58">
              <w:rPr>
                <w:rFonts w:ascii="Arial" w:hAnsi="Arial" w:cs="Arial"/>
              </w:rPr>
              <w:t>Calvinball</w:t>
            </w:r>
            <w:proofErr w:type="spellEnd"/>
            <w:r w:rsidRPr="00923F58">
              <w:rPr>
                <w:rFonts w:ascii="Arial" w:hAnsi="Arial" w:cs="Arial"/>
              </w:rPr>
              <w:t>’</w:t>
            </w:r>
          </w:p>
          <w:p w14:paraId="5B40963F" w14:textId="77777777" w:rsidR="00923F58" w:rsidRPr="00923F58" w:rsidRDefault="00923F58" w:rsidP="00923F58">
            <w:pPr>
              <w:pStyle w:val="ListParagraph"/>
              <w:numPr>
                <w:ilvl w:val="0"/>
                <w:numId w:val="2"/>
              </w:numPr>
              <w:ind w:left="0"/>
              <w:rPr>
                <w:rFonts w:ascii="Arial" w:hAnsi="Arial" w:cs="Arial"/>
              </w:rPr>
            </w:pPr>
          </w:p>
        </w:tc>
      </w:tr>
      <w:tr w:rsidR="00923F58" w:rsidRPr="00E063B7" w14:paraId="4A58978E" w14:textId="77777777" w:rsidTr="00923F58">
        <w:trPr>
          <w:cantSplit/>
          <w:trHeight w:val="2160"/>
        </w:trPr>
        <w:tc>
          <w:tcPr>
            <w:tcW w:w="5238" w:type="dxa"/>
            <w:shd w:val="clear" w:color="auto" w:fill="auto"/>
          </w:tcPr>
          <w:p w14:paraId="7F863B2E" w14:textId="77777777" w:rsidR="00923F58" w:rsidRPr="00923F58" w:rsidRDefault="00923F58" w:rsidP="00923F58"/>
          <w:p w14:paraId="5B99448D" w14:textId="77777777" w:rsidR="00923F58" w:rsidRPr="00923F58" w:rsidRDefault="00923F58" w:rsidP="00923F58">
            <w:pPr>
              <w:rPr>
                <w:b/>
              </w:rPr>
            </w:pPr>
            <w:r w:rsidRPr="00923F58">
              <w:rPr>
                <w:b/>
              </w:rPr>
              <w:t>VIDEO / APPS</w:t>
            </w:r>
          </w:p>
          <w:p w14:paraId="21E7C458" w14:textId="77777777" w:rsidR="00923F58" w:rsidRPr="00923F58" w:rsidRDefault="00923F58" w:rsidP="00923F58">
            <w:pPr>
              <w:pStyle w:val="ListParagraph"/>
              <w:numPr>
                <w:ilvl w:val="0"/>
                <w:numId w:val="3"/>
              </w:numPr>
              <w:rPr>
                <w:rFonts w:ascii="Arial" w:hAnsi="Arial" w:cs="Arial"/>
              </w:rPr>
            </w:pPr>
            <w:r w:rsidRPr="00923F58">
              <w:rPr>
                <w:rFonts w:ascii="Arial" w:hAnsi="Arial" w:cs="Arial"/>
              </w:rPr>
              <w:t xml:space="preserve">Act out a skit of </w:t>
            </w:r>
            <w:r>
              <w:rPr>
                <w:rFonts w:ascii="Arial" w:hAnsi="Arial" w:cs="Arial"/>
              </w:rPr>
              <w:t>your cartoon. R</w:t>
            </w:r>
            <w:r w:rsidRPr="00923F58">
              <w:rPr>
                <w:rFonts w:ascii="Arial" w:hAnsi="Arial" w:cs="Arial"/>
              </w:rPr>
              <w:t>ecord it</w:t>
            </w:r>
            <w:r>
              <w:rPr>
                <w:rFonts w:ascii="Arial" w:hAnsi="Arial" w:cs="Arial"/>
              </w:rPr>
              <w:t>.</w:t>
            </w:r>
          </w:p>
          <w:p w14:paraId="536425C1" w14:textId="77777777" w:rsidR="00923F58" w:rsidRPr="00923F58" w:rsidRDefault="00923F58" w:rsidP="00923F58">
            <w:pPr>
              <w:pStyle w:val="ListParagraph"/>
              <w:numPr>
                <w:ilvl w:val="0"/>
                <w:numId w:val="3"/>
              </w:numPr>
              <w:rPr>
                <w:rFonts w:ascii="Arial" w:hAnsi="Arial" w:cs="Arial"/>
              </w:rPr>
            </w:pPr>
            <w:r w:rsidRPr="00923F58">
              <w:rPr>
                <w:rFonts w:ascii="Arial" w:hAnsi="Arial" w:cs="Arial"/>
              </w:rPr>
              <w:t>Make your own animated comic strip on toondoo.com or pictograph.com</w:t>
            </w:r>
          </w:p>
          <w:p w14:paraId="44094962" w14:textId="77777777" w:rsidR="00923F58" w:rsidRPr="00923F58" w:rsidRDefault="00923F58" w:rsidP="00923F58">
            <w:pPr>
              <w:pStyle w:val="ListParagraph"/>
              <w:numPr>
                <w:ilvl w:val="0"/>
                <w:numId w:val="3"/>
              </w:numPr>
              <w:rPr>
                <w:rFonts w:ascii="Arial" w:hAnsi="Arial" w:cs="Arial"/>
              </w:rPr>
            </w:pPr>
            <w:r w:rsidRPr="00923F58">
              <w:rPr>
                <w:rFonts w:ascii="Arial" w:hAnsi="Arial" w:cs="Arial"/>
              </w:rPr>
              <w:t xml:space="preserve">Watch </w:t>
            </w:r>
            <w:proofErr w:type="spellStart"/>
            <w:r w:rsidRPr="00923F58">
              <w:rPr>
                <w:rFonts w:ascii="Arial" w:hAnsi="Arial" w:cs="Arial"/>
              </w:rPr>
              <w:t>NYTimes</w:t>
            </w:r>
            <w:proofErr w:type="spellEnd"/>
            <w:r w:rsidRPr="00923F58">
              <w:rPr>
                <w:rFonts w:ascii="Arial" w:hAnsi="Arial" w:cs="Arial"/>
              </w:rPr>
              <w:t xml:space="preserve"> video: Allie </w:t>
            </w:r>
            <w:proofErr w:type="spellStart"/>
            <w:r w:rsidRPr="00923F58">
              <w:rPr>
                <w:rFonts w:ascii="Arial" w:hAnsi="Arial" w:cs="Arial"/>
              </w:rPr>
              <w:t>Brosh</w:t>
            </w:r>
            <w:proofErr w:type="spellEnd"/>
            <w:r w:rsidRPr="00923F58">
              <w:rPr>
                <w:rFonts w:ascii="Arial" w:hAnsi="Arial" w:cs="Arial"/>
              </w:rPr>
              <w:t xml:space="preserve">, the creator of </w:t>
            </w:r>
            <w:r w:rsidRPr="00923F58">
              <w:rPr>
                <w:rFonts w:ascii="Arial" w:hAnsi="Arial" w:cs="Arial"/>
                <w:i/>
              </w:rPr>
              <w:t>Hyperbole and a Half</w:t>
            </w:r>
            <w:r w:rsidRPr="00923F58">
              <w:rPr>
                <w:rFonts w:ascii="Arial" w:hAnsi="Arial" w:cs="Arial"/>
              </w:rPr>
              <w:t>. Try to make the cartoon of yourself</w:t>
            </w:r>
          </w:p>
          <w:p w14:paraId="33512080" w14:textId="77777777" w:rsidR="00923F58" w:rsidRPr="00923F58" w:rsidRDefault="00923F58" w:rsidP="00923F58">
            <w:pPr>
              <w:pStyle w:val="ListParagraph"/>
              <w:numPr>
                <w:ilvl w:val="0"/>
                <w:numId w:val="3"/>
              </w:numPr>
              <w:ind w:left="0"/>
              <w:rPr>
                <w:rFonts w:ascii="Arial" w:hAnsi="Arial" w:cs="Arial"/>
              </w:rPr>
            </w:pPr>
          </w:p>
        </w:tc>
      </w:tr>
      <w:tr w:rsidR="00923F58" w:rsidRPr="00E063B7" w14:paraId="75B72694" w14:textId="77777777" w:rsidTr="00923F58">
        <w:trPr>
          <w:cantSplit/>
          <w:trHeight w:val="2160"/>
        </w:trPr>
        <w:tc>
          <w:tcPr>
            <w:tcW w:w="5238" w:type="dxa"/>
            <w:shd w:val="clear" w:color="auto" w:fill="auto"/>
          </w:tcPr>
          <w:p w14:paraId="43BB003F" w14:textId="77777777" w:rsidR="00923F58" w:rsidRPr="00923F58" w:rsidRDefault="00923F58" w:rsidP="00923F58"/>
          <w:p w14:paraId="78054CAC" w14:textId="77777777" w:rsidR="00923F58" w:rsidRPr="00923F58" w:rsidRDefault="00923F58" w:rsidP="00923F58">
            <w:pPr>
              <w:rPr>
                <w:b/>
              </w:rPr>
            </w:pPr>
            <w:r w:rsidRPr="00923F58">
              <w:rPr>
                <w:b/>
              </w:rPr>
              <w:t>FIELD TRIPS OR GUESTS</w:t>
            </w:r>
          </w:p>
          <w:p w14:paraId="7E5B4FE0" w14:textId="77777777" w:rsidR="00923F58" w:rsidRPr="00923F58" w:rsidRDefault="00923F58" w:rsidP="00923F58">
            <w:pPr>
              <w:pStyle w:val="ListParagraph"/>
              <w:numPr>
                <w:ilvl w:val="0"/>
                <w:numId w:val="3"/>
              </w:numPr>
              <w:rPr>
                <w:rFonts w:ascii="Arial" w:hAnsi="Arial" w:cs="Arial"/>
              </w:rPr>
            </w:pPr>
            <w:r w:rsidRPr="00923F58">
              <w:rPr>
                <w:rFonts w:ascii="Arial" w:hAnsi="Arial" w:cs="Arial"/>
              </w:rPr>
              <w:t>Go sledding</w:t>
            </w:r>
          </w:p>
          <w:p w14:paraId="10144C13" w14:textId="77777777" w:rsidR="00923F58" w:rsidRPr="00203DF6" w:rsidRDefault="00923F58" w:rsidP="00203DF6">
            <w:pPr>
              <w:pStyle w:val="ListParagraph"/>
              <w:numPr>
                <w:ilvl w:val="0"/>
                <w:numId w:val="3"/>
              </w:numPr>
              <w:rPr>
                <w:rFonts w:ascii="Arial" w:hAnsi="Arial" w:cs="Arial"/>
              </w:rPr>
            </w:pPr>
            <w:r w:rsidRPr="00923F58">
              <w:rPr>
                <w:rFonts w:ascii="Arial" w:hAnsi="Arial" w:cs="Arial"/>
              </w:rPr>
              <w:t xml:space="preserve">Go to Des Moines </w:t>
            </w:r>
            <w:r w:rsidR="00203DF6">
              <w:rPr>
                <w:rFonts w:ascii="Arial" w:hAnsi="Arial" w:cs="Arial"/>
              </w:rPr>
              <w:t xml:space="preserve">Social Club to meet a </w:t>
            </w:r>
            <w:bookmarkStart w:id="0" w:name="_GoBack"/>
            <w:bookmarkEnd w:id="0"/>
            <w:r w:rsidR="00203DF6">
              <w:rPr>
                <w:rFonts w:ascii="Arial" w:hAnsi="Arial" w:cs="Arial"/>
              </w:rPr>
              <w:t>cartoonist</w:t>
            </w:r>
          </w:p>
        </w:tc>
      </w:tr>
    </w:tbl>
    <w:p w14:paraId="0E4FE604" w14:textId="77777777" w:rsidR="00B92B0F" w:rsidRPr="002112AB" w:rsidRDefault="003B7A9B" w:rsidP="002112AB">
      <w:pPr>
        <w:jc w:val="center"/>
        <w:rPr>
          <w:b/>
        </w:rPr>
      </w:pPr>
      <w:r w:rsidRPr="002112AB">
        <w:rPr>
          <w:b/>
        </w:rPr>
        <w:lastRenderedPageBreak/>
        <w:t>THEME PLANNING</w:t>
      </w:r>
      <w:r w:rsidR="002112AB">
        <w:rPr>
          <w:b/>
        </w:rPr>
        <w:t xml:space="preserve"> ORGANIZER</w:t>
      </w:r>
    </w:p>
    <w:p w14:paraId="2A37F0CF" w14:textId="77777777" w:rsidR="003B7A9B" w:rsidRDefault="003B7A9B"/>
    <w:p w14:paraId="3F1E085F" w14:textId="77777777" w:rsidR="003B7A9B" w:rsidRPr="00143733" w:rsidRDefault="003B7A9B" w:rsidP="00143733">
      <w:pPr>
        <w:rPr>
          <w:b/>
        </w:rPr>
      </w:pPr>
      <w:r w:rsidRPr="00143733">
        <w:rPr>
          <w:b/>
        </w:rPr>
        <w:t>What do you want the children to know after exploring this theme?</w:t>
      </w:r>
    </w:p>
    <w:p w14:paraId="7E33EFD0" w14:textId="77777777" w:rsidR="003B7A9B" w:rsidRDefault="00923F58" w:rsidP="00143733">
      <w:pPr>
        <w:pBdr>
          <w:bottom w:val="single" w:sz="12" w:space="1" w:color="auto"/>
        </w:pBdr>
      </w:pPr>
      <w:r>
        <w:t>Story</w:t>
      </w:r>
      <w:r w:rsidR="00143733">
        <w:t>-</w:t>
      </w:r>
      <w:r>
        <w:t xml:space="preserve">telling, </w:t>
      </w:r>
      <w:r w:rsidR="00143733">
        <w:t>mapping, expression, invention</w:t>
      </w:r>
    </w:p>
    <w:tbl>
      <w:tblPr>
        <w:tblpPr w:leftFromText="180" w:rightFromText="180" w:vertAnchor="text" w:horzAnchor="page" w:tblpX="4895" w:tblpY="130"/>
        <w:tblW w:w="5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2"/>
      </w:tblGrid>
      <w:tr w:rsidR="00143733" w:rsidRPr="00E063B7" w14:paraId="54986112" w14:textId="77777777" w:rsidTr="00203DF6">
        <w:trPr>
          <w:cantSplit/>
          <w:trHeight w:val="2160"/>
        </w:trPr>
        <w:tc>
          <w:tcPr>
            <w:tcW w:w="5112" w:type="dxa"/>
            <w:shd w:val="clear" w:color="auto" w:fill="auto"/>
          </w:tcPr>
          <w:p w14:paraId="2983ED75" w14:textId="77777777" w:rsidR="00143733" w:rsidRPr="00E063B7" w:rsidRDefault="00143733" w:rsidP="00203DF6"/>
          <w:p w14:paraId="453974C0" w14:textId="77777777" w:rsidR="00143733" w:rsidRPr="00923F58" w:rsidRDefault="00143733" w:rsidP="00203DF6">
            <w:pPr>
              <w:rPr>
                <w:b/>
              </w:rPr>
            </w:pPr>
            <w:r w:rsidRPr="00923F58">
              <w:rPr>
                <w:b/>
              </w:rPr>
              <w:t>MATH</w:t>
            </w:r>
          </w:p>
          <w:p w14:paraId="4840BC05" w14:textId="77777777" w:rsidR="00203DF6" w:rsidRPr="00203DF6" w:rsidRDefault="00203DF6" w:rsidP="00203DF6">
            <w:pPr>
              <w:pStyle w:val="ListParagraph"/>
              <w:numPr>
                <w:ilvl w:val="0"/>
                <w:numId w:val="5"/>
              </w:numPr>
              <w:rPr>
                <w:rFonts w:ascii="Arial" w:hAnsi="Arial" w:cs="Arial"/>
              </w:rPr>
            </w:pPr>
            <w:r w:rsidRPr="00203DF6">
              <w:rPr>
                <w:rFonts w:ascii="Arial" w:hAnsi="Arial" w:cs="Arial"/>
              </w:rPr>
              <w:t xml:space="preserve">Make a pie or line graph of how Calvin spends his time, how he </w:t>
            </w:r>
            <w:r w:rsidRPr="00203DF6">
              <w:rPr>
                <w:rFonts w:ascii="Arial" w:hAnsi="Arial" w:cs="Arial"/>
                <w:i/>
              </w:rPr>
              <w:t>wants</w:t>
            </w:r>
            <w:r w:rsidRPr="00203DF6">
              <w:rPr>
                <w:rFonts w:ascii="Arial" w:hAnsi="Arial" w:cs="Arial"/>
              </w:rPr>
              <w:t xml:space="preserve"> to spend his time and how it compares to how you spend your time and how you </w:t>
            </w:r>
            <w:r w:rsidRPr="00203DF6">
              <w:rPr>
                <w:rFonts w:ascii="Arial" w:hAnsi="Arial" w:cs="Arial"/>
                <w:i/>
              </w:rPr>
              <w:t>want</w:t>
            </w:r>
            <w:r>
              <w:rPr>
                <w:rFonts w:ascii="Arial" w:hAnsi="Arial" w:cs="Arial"/>
              </w:rPr>
              <w:t xml:space="preserve"> to spend your time</w:t>
            </w:r>
            <w:proofErr w:type="gramStart"/>
            <w:r>
              <w:rPr>
                <w:rFonts w:ascii="Arial" w:hAnsi="Arial" w:cs="Arial"/>
              </w:rPr>
              <w:t>.</w:t>
            </w:r>
            <w:r w:rsidRPr="00203DF6">
              <w:rPr>
                <w:rFonts w:ascii="Arial" w:hAnsi="Arial" w:cs="Arial"/>
              </w:rPr>
              <w:t>*</w:t>
            </w:r>
            <w:proofErr w:type="gramEnd"/>
          </w:p>
          <w:p w14:paraId="7679F696" w14:textId="77777777" w:rsidR="00203DF6" w:rsidRPr="00203DF6" w:rsidRDefault="00203DF6" w:rsidP="00203DF6">
            <w:pPr>
              <w:pStyle w:val="ListParagraph"/>
              <w:numPr>
                <w:ilvl w:val="0"/>
                <w:numId w:val="5"/>
              </w:numPr>
              <w:rPr>
                <w:rFonts w:ascii="Arial" w:hAnsi="Arial" w:cs="Arial"/>
              </w:rPr>
            </w:pPr>
            <w:r w:rsidRPr="00203DF6">
              <w:rPr>
                <w:rFonts w:ascii="Arial" w:hAnsi="Arial" w:cs="Arial"/>
              </w:rPr>
              <w:t>Look at the l</w:t>
            </w:r>
            <w:r>
              <w:rPr>
                <w:rFonts w:ascii="Arial" w:hAnsi="Arial" w:cs="Arial"/>
              </w:rPr>
              <w:t>ongest running cartoonists--</w:t>
            </w:r>
            <w:r w:rsidRPr="00203DF6">
              <w:rPr>
                <w:rFonts w:ascii="Arial" w:hAnsi="Arial" w:cs="Arial"/>
              </w:rPr>
              <w:t xml:space="preserve"> who are they and how many years did they write?  </w:t>
            </w:r>
            <w:r>
              <w:rPr>
                <w:rFonts w:ascii="Arial" w:hAnsi="Arial" w:cs="Arial"/>
              </w:rPr>
              <w:t>How many cartoons a day? Can you make an equation?</w:t>
            </w:r>
          </w:p>
          <w:p w14:paraId="3FF5D27A" w14:textId="77777777" w:rsidR="00143733" w:rsidRPr="00E063B7" w:rsidRDefault="00143733" w:rsidP="00203DF6"/>
        </w:tc>
      </w:tr>
      <w:tr w:rsidR="00143733" w:rsidRPr="00E063B7" w14:paraId="7F312197" w14:textId="77777777" w:rsidTr="00203DF6">
        <w:trPr>
          <w:cantSplit/>
          <w:trHeight w:val="2160"/>
        </w:trPr>
        <w:tc>
          <w:tcPr>
            <w:tcW w:w="5112" w:type="dxa"/>
            <w:shd w:val="clear" w:color="auto" w:fill="auto"/>
          </w:tcPr>
          <w:p w14:paraId="74D0C5B4" w14:textId="77777777" w:rsidR="00143733" w:rsidRPr="00E063B7" w:rsidRDefault="00143733" w:rsidP="00203DF6"/>
          <w:p w14:paraId="083D8640" w14:textId="77777777" w:rsidR="00143733" w:rsidRPr="00923F58" w:rsidRDefault="00143733" w:rsidP="00203DF6">
            <w:pPr>
              <w:rPr>
                <w:b/>
              </w:rPr>
            </w:pPr>
            <w:r w:rsidRPr="00923F58">
              <w:rPr>
                <w:b/>
              </w:rPr>
              <w:t>SOCIAL STUDIES</w:t>
            </w:r>
          </w:p>
          <w:p w14:paraId="3B540278" w14:textId="77777777" w:rsidR="00203DF6" w:rsidRPr="00203DF6" w:rsidRDefault="00203DF6" w:rsidP="00203DF6">
            <w:pPr>
              <w:pStyle w:val="ListParagraph"/>
              <w:numPr>
                <w:ilvl w:val="0"/>
                <w:numId w:val="5"/>
              </w:numPr>
              <w:rPr>
                <w:rFonts w:ascii="Arial" w:hAnsi="Arial" w:cs="Arial"/>
              </w:rPr>
            </w:pPr>
            <w:r w:rsidRPr="00203DF6">
              <w:rPr>
                <w:rFonts w:ascii="Arial" w:hAnsi="Arial" w:cs="Arial"/>
              </w:rPr>
              <w:t xml:space="preserve">Draw a map of all of Calvin’s favorite places in his neighborhood </w:t>
            </w:r>
          </w:p>
          <w:p w14:paraId="20EF786F" w14:textId="77777777" w:rsidR="00203DF6" w:rsidRPr="00203DF6" w:rsidRDefault="00203DF6" w:rsidP="00203DF6">
            <w:pPr>
              <w:pStyle w:val="ListParagraph"/>
              <w:numPr>
                <w:ilvl w:val="0"/>
                <w:numId w:val="5"/>
              </w:numPr>
              <w:rPr>
                <w:rFonts w:ascii="Arial" w:hAnsi="Arial" w:cs="Arial"/>
              </w:rPr>
            </w:pPr>
            <w:r w:rsidRPr="00203DF6">
              <w:rPr>
                <w:rFonts w:ascii="Arial" w:hAnsi="Arial" w:cs="Arial"/>
              </w:rPr>
              <w:t>Plan a trip for your character or for Calvin and Hobb</w:t>
            </w:r>
            <w:r>
              <w:rPr>
                <w:rFonts w:ascii="Arial" w:hAnsi="Arial" w:cs="Arial"/>
              </w:rPr>
              <w:t>es.  Pick</w:t>
            </w:r>
            <w:r w:rsidRPr="00203DF6">
              <w:rPr>
                <w:rFonts w:ascii="Arial" w:hAnsi="Arial" w:cs="Arial"/>
              </w:rPr>
              <w:t xml:space="preserve"> 6 countries they would go to, why they want to go and at least one specific spot they see.  For older kids you could also ask them to find out how much a</w:t>
            </w:r>
            <w:r>
              <w:rPr>
                <w:rFonts w:ascii="Arial" w:hAnsi="Arial" w:cs="Arial"/>
              </w:rPr>
              <w:t xml:space="preserve">irfare or hotel rooms might </w:t>
            </w:r>
            <w:proofErr w:type="gramStart"/>
            <w:r>
              <w:rPr>
                <w:rFonts w:ascii="Arial" w:hAnsi="Arial" w:cs="Arial"/>
              </w:rPr>
              <w:t>be .</w:t>
            </w:r>
            <w:proofErr w:type="gramEnd"/>
          </w:p>
          <w:p w14:paraId="1DEBEEB4" w14:textId="77777777" w:rsidR="00143733" w:rsidRPr="00E063B7" w:rsidRDefault="00143733" w:rsidP="00203DF6">
            <w:pPr>
              <w:ind w:left="360"/>
            </w:pPr>
          </w:p>
        </w:tc>
      </w:tr>
      <w:tr w:rsidR="00143733" w:rsidRPr="00E063B7" w14:paraId="5B4D611C" w14:textId="77777777" w:rsidTr="00203DF6">
        <w:trPr>
          <w:cantSplit/>
          <w:trHeight w:val="2160"/>
        </w:trPr>
        <w:tc>
          <w:tcPr>
            <w:tcW w:w="5112" w:type="dxa"/>
            <w:shd w:val="clear" w:color="auto" w:fill="auto"/>
          </w:tcPr>
          <w:p w14:paraId="1AE29285" w14:textId="77777777" w:rsidR="00143733" w:rsidRPr="00E063B7" w:rsidRDefault="00143733" w:rsidP="00203DF6"/>
          <w:p w14:paraId="011BCB1E" w14:textId="77777777" w:rsidR="00143733" w:rsidRPr="00923F58" w:rsidRDefault="00143733" w:rsidP="00203DF6">
            <w:pPr>
              <w:rPr>
                <w:b/>
              </w:rPr>
            </w:pPr>
            <w:r w:rsidRPr="00923F58">
              <w:rPr>
                <w:b/>
              </w:rPr>
              <w:t>SCIENCE</w:t>
            </w:r>
          </w:p>
          <w:p w14:paraId="224BE65D" w14:textId="77777777" w:rsidR="00203DF6" w:rsidRPr="00203DF6" w:rsidRDefault="00203DF6" w:rsidP="00203DF6">
            <w:pPr>
              <w:pStyle w:val="ListParagraph"/>
              <w:numPr>
                <w:ilvl w:val="0"/>
                <w:numId w:val="4"/>
              </w:numPr>
              <w:rPr>
                <w:rFonts w:ascii="Arial" w:hAnsi="Arial" w:cs="Arial"/>
              </w:rPr>
            </w:pPr>
            <w:r w:rsidRPr="00203DF6">
              <w:rPr>
                <w:rFonts w:ascii="Arial" w:hAnsi="Arial" w:cs="Arial"/>
              </w:rPr>
              <w:t>Draw and explain an invention that might be useful to your character or to Calvin</w:t>
            </w:r>
          </w:p>
          <w:p w14:paraId="54D1348F" w14:textId="77777777" w:rsidR="00203DF6" w:rsidRPr="00203DF6" w:rsidRDefault="00203DF6" w:rsidP="00203DF6">
            <w:pPr>
              <w:pStyle w:val="ListParagraph"/>
              <w:numPr>
                <w:ilvl w:val="0"/>
                <w:numId w:val="4"/>
              </w:numPr>
              <w:rPr>
                <w:rFonts w:ascii="Arial" w:hAnsi="Arial" w:cs="Arial"/>
              </w:rPr>
            </w:pPr>
            <w:r w:rsidRPr="00203DF6">
              <w:rPr>
                <w:rFonts w:ascii="Arial" w:hAnsi="Arial" w:cs="Arial"/>
              </w:rPr>
              <w:t>Draw a diagram of the step-by-step pr</w:t>
            </w:r>
            <w:r>
              <w:rPr>
                <w:rFonts w:ascii="Arial" w:hAnsi="Arial" w:cs="Arial"/>
              </w:rPr>
              <w:t>ocess of drawing your character*</w:t>
            </w:r>
          </w:p>
          <w:p w14:paraId="78DA2ED2" w14:textId="77777777" w:rsidR="00203DF6" w:rsidRPr="00203DF6" w:rsidRDefault="00203DF6" w:rsidP="00203DF6">
            <w:pPr>
              <w:pStyle w:val="ListParagraph"/>
              <w:numPr>
                <w:ilvl w:val="0"/>
                <w:numId w:val="4"/>
              </w:numPr>
              <w:rPr>
                <w:rFonts w:ascii="Arial" w:hAnsi="Arial" w:cs="Arial"/>
              </w:rPr>
            </w:pPr>
            <w:r w:rsidRPr="00203DF6">
              <w:rPr>
                <w:rFonts w:ascii="Arial" w:hAnsi="Arial" w:cs="Arial"/>
              </w:rPr>
              <w:t>Imagine and write the recipe for what might be in the sludge/oatmeal that attacks Calvin at breakfast every morning</w:t>
            </w:r>
          </w:p>
          <w:p w14:paraId="654320C7" w14:textId="77777777" w:rsidR="00143733" w:rsidRPr="00E063B7" w:rsidRDefault="00143733" w:rsidP="00203DF6"/>
        </w:tc>
      </w:tr>
    </w:tbl>
    <w:p w14:paraId="429361D0" w14:textId="77777777" w:rsidR="003B7A9B" w:rsidRDefault="003B7A9B"/>
    <w:p w14:paraId="2B1C3EF5" w14:textId="77777777" w:rsidR="003B7A9B" w:rsidRDefault="003B7A9B" w:rsidP="003B7A9B">
      <w:pPr>
        <w:sectPr w:rsidR="003B7A9B" w:rsidSect="003B7A9B">
          <w:pgSz w:w="15840" w:h="12240" w:orient="landscape"/>
          <w:pgMar w:top="720" w:right="720" w:bottom="720" w:left="720" w:header="720" w:footer="720" w:gutter="0"/>
          <w:cols w:space="720"/>
          <w:docGrid w:linePitch="360"/>
        </w:sectPr>
      </w:pPr>
    </w:p>
    <w:p w14:paraId="75A80109" w14:textId="77777777" w:rsidR="00203DF6" w:rsidRDefault="003B7A9B" w:rsidP="003B7A9B">
      <w:pPr>
        <w:rPr>
          <w:b/>
        </w:rPr>
      </w:pPr>
      <w:r w:rsidRPr="002112AB">
        <w:rPr>
          <w:b/>
        </w:rPr>
        <w:lastRenderedPageBreak/>
        <w:t>Theme</w:t>
      </w:r>
      <w:r w:rsidR="002112AB">
        <w:rPr>
          <w:b/>
        </w:rPr>
        <w:t xml:space="preserve"> (s)</w:t>
      </w:r>
      <w:r w:rsidRPr="002112AB">
        <w:rPr>
          <w:b/>
        </w:rPr>
        <w:t>:</w:t>
      </w:r>
      <w:r w:rsidR="00143733">
        <w:rPr>
          <w:b/>
        </w:rPr>
        <w:t xml:space="preserve"> </w:t>
      </w:r>
    </w:p>
    <w:p w14:paraId="493CB3C6" w14:textId="77777777" w:rsidR="003B7A9B" w:rsidRPr="002112AB" w:rsidRDefault="00143733" w:rsidP="003B7A9B">
      <w:pPr>
        <w:rPr>
          <w:b/>
        </w:rPr>
      </w:pPr>
      <w:r w:rsidRPr="00143733">
        <w:t>Cartooning</w:t>
      </w:r>
    </w:p>
    <w:p w14:paraId="38C9965C" w14:textId="77777777" w:rsidR="003B7A9B" w:rsidRPr="002112AB" w:rsidRDefault="003B7A9B" w:rsidP="003B7A9B">
      <w:pPr>
        <w:rPr>
          <w:b/>
        </w:rPr>
      </w:pPr>
    </w:p>
    <w:p w14:paraId="289A22B0" w14:textId="77777777" w:rsidR="00203DF6" w:rsidRDefault="00203DF6" w:rsidP="00143733">
      <w:pPr>
        <w:rPr>
          <w:b/>
        </w:rPr>
      </w:pPr>
      <w:r>
        <w:rPr>
          <w:b/>
        </w:rPr>
        <w:t>Shared Text(s):</w:t>
      </w:r>
      <w:r w:rsidR="00143733">
        <w:rPr>
          <w:b/>
        </w:rPr>
        <w:t xml:space="preserve"> </w:t>
      </w:r>
    </w:p>
    <w:p w14:paraId="3C31768E" w14:textId="77777777" w:rsidR="002112AB" w:rsidRPr="00143733" w:rsidRDefault="00143733" w:rsidP="00143733">
      <w:r w:rsidRPr="00143733">
        <w:t>Calvin and Hobbes</w:t>
      </w:r>
    </w:p>
    <w:p w14:paraId="509DFD67" w14:textId="77777777" w:rsidR="003B7A9B" w:rsidRDefault="003B7A9B" w:rsidP="003B7A9B">
      <w:pPr>
        <w:rPr>
          <w:b/>
        </w:rPr>
      </w:pPr>
    </w:p>
    <w:p w14:paraId="580F2DC3" w14:textId="77777777" w:rsidR="003B7A9B" w:rsidRPr="002112AB" w:rsidRDefault="00203DF6" w:rsidP="003B7A9B">
      <w:pPr>
        <w:rPr>
          <w:b/>
        </w:rPr>
      </w:pPr>
      <w:r>
        <w:rPr>
          <w:b/>
          <w:noProof/>
        </w:rPr>
        <mc:AlternateContent>
          <mc:Choice Requires="wps">
            <w:drawing>
              <wp:anchor distT="0" distB="0" distL="114300" distR="114300" simplePos="0" relativeHeight="251659264" behindDoc="0" locked="0" layoutInCell="1" allowOverlap="1" wp14:anchorId="2D826A71" wp14:editId="7F3A45B7">
                <wp:simplePos x="0" y="0"/>
                <wp:positionH relativeFrom="column">
                  <wp:posOffset>-139700</wp:posOffset>
                </wp:positionH>
                <wp:positionV relativeFrom="paragraph">
                  <wp:posOffset>146050</wp:posOffset>
                </wp:positionV>
                <wp:extent cx="2514600" cy="26670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2514600" cy="2667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91876C" w14:textId="77777777" w:rsidR="00203DF6" w:rsidRDefault="00203DF6" w:rsidP="00203DF6">
                            <w:pPr>
                              <w:rPr>
                                <w:b/>
                              </w:rPr>
                            </w:pPr>
                          </w:p>
                          <w:p w14:paraId="5F052382" w14:textId="77777777" w:rsidR="00203DF6" w:rsidRPr="00923F58" w:rsidRDefault="00203DF6" w:rsidP="00203DF6">
                            <w:pPr>
                              <w:rPr>
                                <w:b/>
                              </w:rPr>
                            </w:pPr>
                            <w:r>
                              <w:rPr>
                                <w:b/>
                              </w:rPr>
                              <w:t>WRITING</w:t>
                            </w:r>
                          </w:p>
                          <w:p w14:paraId="63301402" w14:textId="77777777" w:rsidR="00203DF6" w:rsidRDefault="00203DF6" w:rsidP="00203DF6">
                            <w:pPr>
                              <w:pStyle w:val="ListParagraph"/>
                              <w:numPr>
                                <w:ilvl w:val="0"/>
                                <w:numId w:val="6"/>
                              </w:numPr>
                            </w:pPr>
                            <w:r>
                              <w:t xml:space="preserve">Create your own character </w:t>
                            </w:r>
                            <w:r>
                              <w:t>for</w:t>
                            </w:r>
                            <w:r>
                              <w:t xml:space="preserve"> your own comic strip. </w:t>
                            </w:r>
                            <w:r>
                              <w:t>*</w:t>
                            </w:r>
                          </w:p>
                          <w:p w14:paraId="467C6C24" w14:textId="77777777" w:rsidR="00203DF6" w:rsidRDefault="00203DF6" w:rsidP="00203DF6">
                            <w:pPr>
                              <w:pStyle w:val="ListParagraph"/>
                              <w:numPr>
                                <w:ilvl w:val="0"/>
                                <w:numId w:val="6"/>
                              </w:numPr>
                            </w:pPr>
                            <w:r>
                              <w:t>Write vocabulary w</w:t>
                            </w:r>
                            <w:r w:rsidRPr="00427154">
                              <w:t xml:space="preserve">ords on cards </w:t>
                            </w:r>
                            <w:r>
                              <w:t>and</w:t>
                            </w:r>
                            <w:r w:rsidRPr="00427154">
                              <w:t xml:space="preserve"> have students draw</w:t>
                            </w:r>
                            <w:r>
                              <w:t xml:space="preserve"> words </w:t>
                            </w:r>
                            <w:r w:rsidRPr="00427154">
                              <w:t xml:space="preserve">to </w:t>
                            </w:r>
                            <w:r>
                              <w:t>incorporate into their drawing*</w:t>
                            </w:r>
                          </w:p>
                          <w:p w14:paraId="2E4D6BA2" w14:textId="77777777" w:rsidR="00203DF6" w:rsidRDefault="00203DF6" w:rsidP="00203DF6">
                            <w:pPr>
                              <w:pStyle w:val="ListParagraph"/>
                              <w:numPr>
                                <w:ilvl w:val="0"/>
                                <w:numId w:val="6"/>
                              </w:numPr>
                            </w:pPr>
                            <w:r>
                              <w:t xml:space="preserve">Map out the plot/action of a storyline you have </w:t>
                            </w:r>
                            <w:r>
                              <w:t>in mind*</w:t>
                            </w:r>
                          </w:p>
                          <w:p w14:paraId="6B26F56C" w14:textId="77777777" w:rsidR="00203DF6" w:rsidRDefault="00203DF6" w:rsidP="00203DF6">
                            <w:pPr>
                              <w:pStyle w:val="ListParagraph"/>
                              <w:numPr>
                                <w:ilvl w:val="0"/>
                                <w:numId w:val="6"/>
                              </w:numPr>
                            </w:pPr>
                            <w:r>
                              <w:t>Make a conversation between characters</w:t>
                            </w:r>
                            <w:r>
                              <w:t>*</w:t>
                            </w:r>
                          </w:p>
                          <w:p w14:paraId="50A22CB1" w14:textId="77777777" w:rsidR="00203DF6" w:rsidRPr="000B378B" w:rsidRDefault="00203DF6" w:rsidP="00203DF6">
                            <w:pPr>
                              <w:pStyle w:val="ListParagraph"/>
                              <w:numPr>
                                <w:ilvl w:val="0"/>
                                <w:numId w:val="6"/>
                              </w:numPr>
                            </w:pPr>
                            <w:r>
                              <w:t>Write about what you think Calvin and Hobbes grew up to be like</w:t>
                            </w:r>
                          </w:p>
                          <w:p w14:paraId="789950E6" w14:textId="77777777" w:rsidR="00203DF6" w:rsidRDefault="00203DF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0.95pt;margin-top:11.5pt;width:198pt;height:2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" filled="f" strokecolor="black [3213]">
                <v:textbox>
                  <w:txbxContent>
                    <w:p w14:paraId="7991876C" w14:textId="77777777" w:rsidR="00203DF6" w:rsidRDefault="00203DF6" w:rsidP="00203DF6">
                      <w:pPr>
                        <w:rPr>
                          <w:b/>
                        </w:rPr>
                      </w:pPr>
                    </w:p>
                    <w:p w14:paraId="5F052382" w14:textId="77777777" w:rsidR="00203DF6" w:rsidRPr="00923F58" w:rsidRDefault="00203DF6" w:rsidP="00203DF6">
                      <w:pPr>
                        <w:rPr>
                          <w:b/>
                        </w:rPr>
                      </w:pPr>
                      <w:r>
                        <w:rPr>
                          <w:b/>
                        </w:rPr>
                        <w:t>WRITING</w:t>
                      </w:r>
                    </w:p>
                    <w:p w14:paraId="63301402" w14:textId="77777777" w:rsidR="00203DF6" w:rsidRDefault="00203DF6" w:rsidP="00203DF6">
                      <w:pPr>
                        <w:pStyle w:val="ListParagraph"/>
                        <w:numPr>
                          <w:ilvl w:val="0"/>
                          <w:numId w:val="6"/>
                        </w:numPr>
                      </w:pPr>
                      <w:r>
                        <w:t xml:space="preserve">Create your own character </w:t>
                      </w:r>
                      <w:r>
                        <w:t>for</w:t>
                      </w:r>
                      <w:r>
                        <w:t xml:space="preserve"> your own comic strip. </w:t>
                      </w:r>
                      <w:r>
                        <w:t>*</w:t>
                      </w:r>
                    </w:p>
                    <w:p w14:paraId="467C6C24" w14:textId="77777777" w:rsidR="00203DF6" w:rsidRDefault="00203DF6" w:rsidP="00203DF6">
                      <w:pPr>
                        <w:pStyle w:val="ListParagraph"/>
                        <w:numPr>
                          <w:ilvl w:val="0"/>
                          <w:numId w:val="6"/>
                        </w:numPr>
                      </w:pPr>
                      <w:r>
                        <w:t>Write vocabulary w</w:t>
                      </w:r>
                      <w:r w:rsidRPr="00427154">
                        <w:t xml:space="preserve">ords on cards </w:t>
                      </w:r>
                      <w:r>
                        <w:t>and</w:t>
                      </w:r>
                      <w:r w:rsidRPr="00427154">
                        <w:t xml:space="preserve"> have students draw</w:t>
                      </w:r>
                      <w:r>
                        <w:t xml:space="preserve"> words </w:t>
                      </w:r>
                      <w:r w:rsidRPr="00427154">
                        <w:t xml:space="preserve">to </w:t>
                      </w:r>
                      <w:r>
                        <w:t>incorporate into their drawing*</w:t>
                      </w:r>
                    </w:p>
                    <w:p w14:paraId="2E4D6BA2" w14:textId="77777777" w:rsidR="00203DF6" w:rsidRDefault="00203DF6" w:rsidP="00203DF6">
                      <w:pPr>
                        <w:pStyle w:val="ListParagraph"/>
                        <w:numPr>
                          <w:ilvl w:val="0"/>
                          <w:numId w:val="6"/>
                        </w:numPr>
                      </w:pPr>
                      <w:r>
                        <w:t xml:space="preserve">Map out the plot/action of a storyline you have </w:t>
                      </w:r>
                      <w:r>
                        <w:t>in mind*</w:t>
                      </w:r>
                    </w:p>
                    <w:p w14:paraId="6B26F56C" w14:textId="77777777" w:rsidR="00203DF6" w:rsidRDefault="00203DF6" w:rsidP="00203DF6">
                      <w:pPr>
                        <w:pStyle w:val="ListParagraph"/>
                        <w:numPr>
                          <w:ilvl w:val="0"/>
                          <w:numId w:val="6"/>
                        </w:numPr>
                      </w:pPr>
                      <w:r>
                        <w:t>Make a conversation between characters</w:t>
                      </w:r>
                      <w:r>
                        <w:t>*</w:t>
                      </w:r>
                    </w:p>
                    <w:p w14:paraId="50A22CB1" w14:textId="77777777" w:rsidR="00203DF6" w:rsidRPr="000B378B" w:rsidRDefault="00203DF6" w:rsidP="00203DF6">
                      <w:pPr>
                        <w:pStyle w:val="ListParagraph"/>
                        <w:numPr>
                          <w:ilvl w:val="0"/>
                          <w:numId w:val="6"/>
                        </w:numPr>
                      </w:pPr>
                      <w:r>
                        <w:t>Write about what you think Calvin and Hobbes grew up to be like</w:t>
                      </w:r>
                    </w:p>
                    <w:p w14:paraId="789950E6" w14:textId="77777777" w:rsidR="00203DF6" w:rsidRDefault="00203DF6"/>
                  </w:txbxContent>
                </v:textbox>
                <w10:wrap type="square"/>
              </v:shape>
            </w:pict>
          </mc:Fallback>
        </mc:AlternateContent>
      </w:r>
    </w:p>
    <w:p w14:paraId="595B6768" w14:textId="77777777" w:rsidR="003B7A9B" w:rsidRPr="002112AB" w:rsidRDefault="003B7A9B" w:rsidP="003B7A9B">
      <w:pPr>
        <w:rPr>
          <w:b/>
        </w:rPr>
      </w:pPr>
    </w:p>
    <w:p w14:paraId="229AEB42" w14:textId="77777777" w:rsidR="003B7A9B" w:rsidRPr="00E063B7" w:rsidRDefault="003B7A9B" w:rsidP="003B7A9B">
      <w:pPr>
        <w:sectPr w:rsidR="003B7A9B" w:rsidRPr="00E063B7" w:rsidSect="003B7A9B">
          <w:type w:val="continuous"/>
          <w:pgSz w:w="15840" w:h="12240" w:orient="landscape"/>
          <w:pgMar w:top="720" w:right="720" w:bottom="720" w:left="720" w:header="720" w:footer="720" w:gutter="0"/>
          <w:cols w:num="3" w:space="720" w:equalWidth="0">
            <w:col w:w="2880" w:space="720"/>
            <w:col w:w="5040" w:space="720"/>
            <w:col w:w="5040"/>
          </w:cols>
          <w:docGrid w:linePitch="360"/>
        </w:sectPr>
      </w:pPr>
    </w:p>
    <w:p w14:paraId="2C3FFABA" w14:textId="77777777" w:rsidR="003B7A9B" w:rsidRPr="00E063B7" w:rsidRDefault="003B7A9B" w:rsidP="003B7A9B"/>
    <w:sectPr w:rsidR="003B7A9B" w:rsidRPr="00E063B7" w:rsidSect="003B7A9B">
      <w:type w:val="nextColumn"/>
      <w:pgSz w:w="15840" w:h="12240" w:orient="landscape"/>
      <w:pgMar w:top="720" w:right="720" w:bottom="720" w:left="720" w:header="720" w:footer="720" w:gutter="0"/>
      <w:cols w:num="3" w:space="720" w:equalWidth="0">
        <w:col w:w="2880" w:space="720"/>
        <w:col w:w="5040" w:space="720"/>
        <w:col w:w="50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91681"/>
    <w:multiLevelType w:val="hybridMultilevel"/>
    <w:tmpl w:val="1AAED2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316E50"/>
    <w:multiLevelType w:val="hybridMultilevel"/>
    <w:tmpl w:val="6B3AE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A323D0"/>
    <w:multiLevelType w:val="hybridMultilevel"/>
    <w:tmpl w:val="11E6F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E4725B"/>
    <w:multiLevelType w:val="hybridMultilevel"/>
    <w:tmpl w:val="B652D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4D2EAD"/>
    <w:multiLevelType w:val="hybridMultilevel"/>
    <w:tmpl w:val="A4C462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60F1621"/>
    <w:multiLevelType w:val="hybridMultilevel"/>
    <w:tmpl w:val="691841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F58"/>
    <w:rsid w:val="00143733"/>
    <w:rsid w:val="00203DF6"/>
    <w:rsid w:val="002112AB"/>
    <w:rsid w:val="003B7A9B"/>
    <w:rsid w:val="00497989"/>
    <w:rsid w:val="00624F0E"/>
    <w:rsid w:val="006E1BCF"/>
    <w:rsid w:val="00923F58"/>
    <w:rsid w:val="00B92B0F"/>
    <w:rsid w:val="00E063B7"/>
    <w:rsid w:val="00F05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DCD2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ＭＳ 明朝"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7A9B"/>
    <w:rPr>
      <w:rFonts w:ascii="Lucida Grande" w:hAnsi="Lucida Grande" w:cs="Lucida Grande"/>
      <w:sz w:val="18"/>
      <w:szCs w:val="18"/>
    </w:rPr>
  </w:style>
  <w:style w:type="character" w:customStyle="1" w:styleId="BalloonTextChar">
    <w:name w:val="Balloon Text Char"/>
    <w:link w:val="BalloonText"/>
    <w:uiPriority w:val="99"/>
    <w:semiHidden/>
    <w:rsid w:val="003B7A9B"/>
    <w:rPr>
      <w:rFonts w:ascii="Lucida Grande" w:hAnsi="Lucida Grande" w:cs="Lucida Grande"/>
      <w:sz w:val="18"/>
      <w:szCs w:val="18"/>
    </w:rPr>
  </w:style>
  <w:style w:type="table" w:styleId="TableGrid">
    <w:name w:val="Table Grid"/>
    <w:basedOn w:val="TableNormal"/>
    <w:uiPriority w:val="59"/>
    <w:rsid w:val="003B7A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23F58"/>
    <w:pPr>
      <w:ind w:left="720"/>
      <w:contextualSpacing/>
    </w:pPr>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ＭＳ 明朝" w:hAnsi="Arial" w:cs="Arial"/>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7A9B"/>
    <w:rPr>
      <w:rFonts w:ascii="Lucida Grande" w:hAnsi="Lucida Grande" w:cs="Lucida Grande"/>
      <w:sz w:val="18"/>
      <w:szCs w:val="18"/>
    </w:rPr>
  </w:style>
  <w:style w:type="character" w:customStyle="1" w:styleId="BalloonTextChar">
    <w:name w:val="Balloon Text Char"/>
    <w:link w:val="BalloonText"/>
    <w:uiPriority w:val="99"/>
    <w:semiHidden/>
    <w:rsid w:val="003B7A9B"/>
    <w:rPr>
      <w:rFonts w:ascii="Lucida Grande" w:hAnsi="Lucida Grande" w:cs="Lucida Grande"/>
      <w:sz w:val="18"/>
      <w:szCs w:val="18"/>
    </w:rPr>
  </w:style>
  <w:style w:type="table" w:styleId="TableGrid">
    <w:name w:val="Table Grid"/>
    <w:basedOn w:val="TableNormal"/>
    <w:uiPriority w:val="59"/>
    <w:rsid w:val="003B7A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23F58"/>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ccormick:Downloads:Template%20THEME%20PLANNING%20ORGANIZ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 THEME PLANNING ORGANIZER.dot</Template>
  <TotalTime>29</TotalTime>
  <Pages>2</Pages>
  <Words>294</Words>
  <Characters>1679</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2</cp:revision>
  <dcterms:created xsi:type="dcterms:W3CDTF">2014-11-07T20:30:00Z</dcterms:created>
  <dcterms:modified xsi:type="dcterms:W3CDTF">2014-11-07T21:11:00Z</dcterms:modified>
</cp:coreProperties>
</file>